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9CF" w:rsidRPr="00F26B02" w:rsidRDefault="00EA4CEA" w:rsidP="004F606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color w:val="000000"/>
          <w:sz w:val="30"/>
          <w:szCs w:val="30"/>
          <w:lang w:val="vi-VN"/>
        </w:rPr>
      </w:pPr>
      <w:r>
        <w:rPr>
          <w:noProof/>
          <w:sz w:val="30"/>
          <w:szCs w:val="30"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1905</wp:posOffset>
            </wp:positionV>
            <wp:extent cx="1770380" cy="661670"/>
            <wp:effectExtent l="0" t="0" r="1270" b="5080"/>
            <wp:wrapTight wrapText="bothSides">
              <wp:wrapPolygon edited="0">
                <wp:start x="0" y="0"/>
                <wp:lineTo x="0" y="21144"/>
                <wp:lineTo x="21383" y="21144"/>
                <wp:lineTo x="21383" y="0"/>
                <wp:lineTo x="0" y="0"/>
              </wp:wrapPolygon>
            </wp:wrapTight>
            <wp:docPr id="16" name="Picture 16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39CF" w:rsidRPr="00F26B02">
        <w:rPr>
          <w:rFonts w:ascii="Times New Roman" w:hAnsi="Times New Roman"/>
          <w:b/>
          <w:bCs/>
          <w:color w:val="000000"/>
          <w:sz w:val="30"/>
          <w:szCs w:val="30"/>
          <w:lang w:val="vi-VN"/>
        </w:rPr>
        <w:t>BẢN</w:t>
      </w:r>
      <w:r w:rsidR="00E52396" w:rsidRPr="00F26B02">
        <w:rPr>
          <w:rFonts w:ascii="Times New Roman" w:hAnsi="Times New Roman"/>
          <w:b/>
          <w:bCs/>
          <w:color w:val="000000"/>
          <w:sz w:val="30"/>
          <w:szCs w:val="30"/>
        </w:rPr>
        <w:t xml:space="preserve"> ĐĂNG KÝ</w:t>
      </w:r>
      <w:r w:rsidR="007B39CF" w:rsidRPr="00F26B02">
        <w:rPr>
          <w:rFonts w:ascii="Times New Roman" w:hAnsi="Times New Roman"/>
          <w:b/>
          <w:bCs/>
          <w:color w:val="000000"/>
          <w:sz w:val="30"/>
          <w:szCs w:val="30"/>
          <w:lang w:val="vi-VN"/>
        </w:rPr>
        <w:t xml:space="preserve"> THAM DỰ HỘI </w:t>
      </w:r>
      <w:r w:rsidR="006A37B2" w:rsidRPr="00F26B02">
        <w:rPr>
          <w:rFonts w:ascii="Times New Roman" w:hAnsi="Times New Roman"/>
          <w:b/>
          <w:bCs/>
          <w:color w:val="000000"/>
          <w:sz w:val="30"/>
          <w:szCs w:val="30"/>
          <w:lang w:val="vi-VN"/>
        </w:rPr>
        <w:t>THẢO</w:t>
      </w:r>
      <w:r w:rsidR="00E52396" w:rsidRPr="00F26B02">
        <w:rPr>
          <w:rFonts w:ascii="Times New Roman" w:hAnsi="Times New Roman"/>
          <w:b/>
          <w:bCs/>
          <w:color w:val="000000"/>
          <w:sz w:val="30"/>
          <w:szCs w:val="30"/>
        </w:rPr>
        <w:t xml:space="preserve"> </w:t>
      </w:r>
    </w:p>
    <w:p w:rsidR="00F26B02" w:rsidRDefault="00E52396" w:rsidP="00F26B0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/>
          <w:spacing w:val="-2"/>
          <w:sz w:val="26"/>
          <w:szCs w:val="26"/>
          <w:lang w:val="vi-VN"/>
        </w:rPr>
      </w:pPr>
      <w:r w:rsidRPr="006A37B2">
        <w:rPr>
          <w:rFonts w:ascii="Times New Roman" w:hAnsi="Times New Roman"/>
          <w:b/>
          <w:bCs/>
          <w:color w:val="000000"/>
          <w:sz w:val="26"/>
          <w:szCs w:val="26"/>
          <w:lang w:val="vi-VN"/>
        </w:rPr>
        <w:br/>
      </w:r>
    </w:p>
    <w:p w:rsidR="006D25B2" w:rsidRPr="006D25B2" w:rsidRDefault="006D25B2" w:rsidP="00F26B0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color w:val="000000"/>
          <w:spacing w:val="-2"/>
          <w:sz w:val="26"/>
          <w:szCs w:val="26"/>
          <w:lang w:val="vi-VN"/>
        </w:rPr>
      </w:pPr>
      <w:r w:rsidRPr="006D25B2">
        <w:rPr>
          <w:rFonts w:ascii="Times New Roman" w:hAnsi="Times New Roman"/>
          <w:color w:val="000000"/>
          <w:spacing w:val="-2"/>
          <w:sz w:val="26"/>
          <w:szCs w:val="26"/>
          <w:lang w:val="vi-VN"/>
        </w:rPr>
        <w:t xml:space="preserve">Vui </w:t>
      </w:r>
      <w:r w:rsidRPr="006D25B2">
        <w:rPr>
          <w:rFonts w:ascii="Times New Roman" w:hAnsi="Times New Roman"/>
          <w:spacing w:val="-2"/>
          <w:sz w:val="26"/>
          <w:szCs w:val="26"/>
          <w:lang w:val="vi-VN"/>
        </w:rPr>
        <w:t>lòng</w:t>
      </w:r>
      <w:r w:rsidRPr="006D25B2">
        <w:rPr>
          <w:rFonts w:ascii="Times New Roman" w:hAnsi="Times New Roman"/>
          <w:color w:val="000000"/>
          <w:spacing w:val="-2"/>
          <w:sz w:val="26"/>
          <w:szCs w:val="26"/>
          <w:lang w:val="vi-VN"/>
        </w:rPr>
        <w:t xml:space="preserve"> điền đầy đủ thông tin và gửi bản đăng ký này </w:t>
      </w:r>
      <w:r w:rsidRPr="006D25B2">
        <w:rPr>
          <w:rFonts w:ascii="Times New Roman" w:hAnsi="Times New Roman"/>
          <w:b/>
          <w:color w:val="000000"/>
          <w:spacing w:val="-2"/>
          <w:sz w:val="26"/>
          <w:szCs w:val="26"/>
          <w:lang w:val="vi-VN"/>
        </w:rPr>
        <w:t>trước ngày 1</w:t>
      </w:r>
      <w:r w:rsidR="000437AD">
        <w:rPr>
          <w:rFonts w:ascii="Times New Roman" w:hAnsi="Times New Roman"/>
          <w:b/>
          <w:color w:val="000000"/>
          <w:spacing w:val="-2"/>
          <w:sz w:val="26"/>
          <w:szCs w:val="26"/>
        </w:rPr>
        <w:t>2</w:t>
      </w:r>
      <w:r w:rsidRPr="006D25B2">
        <w:rPr>
          <w:rFonts w:ascii="Times New Roman" w:hAnsi="Times New Roman"/>
          <w:b/>
          <w:color w:val="000000"/>
          <w:spacing w:val="-2"/>
          <w:sz w:val="26"/>
          <w:szCs w:val="26"/>
          <w:lang w:val="vi-VN"/>
        </w:rPr>
        <w:t>/6/</w:t>
      </w:r>
      <w:r w:rsidR="00F26B02">
        <w:rPr>
          <w:rFonts w:ascii="Times New Roman" w:hAnsi="Times New Roman"/>
          <w:b/>
          <w:color w:val="000000"/>
          <w:spacing w:val="-2"/>
          <w:sz w:val="26"/>
          <w:szCs w:val="26"/>
          <w:lang w:val="vi-VN"/>
        </w:rPr>
        <w:t>2017</w:t>
      </w:r>
      <w:r w:rsidRPr="006D25B2">
        <w:rPr>
          <w:rFonts w:ascii="Times New Roman" w:hAnsi="Times New Roman"/>
          <w:color w:val="000000"/>
          <w:spacing w:val="-2"/>
          <w:sz w:val="26"/>
          <w:szCs w:val="26"/>
          <w:lang w:val="vi-VN"/>
        </w:rPr>
        <w:t xml:space="preserve"> đến</w:t>
      </w:r>
    </w:p>
    <w:p w:rsidR="00E52396" w:rsidRPr="006D25B2" w:rsidRDefault="000437AD" w:rsidP="006D25B2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b/>
          <w:bCs/>
          <w:color w:val="000000"/>
          <w:lang w:val="vi-VN"/>
        </w:rPr>
      </w:pPr>
      <w:r>
        <w:rPr>
          <w:rFonts w:ascii="Times New Roman" w:hAnsi="Times New Roman"/>
          <w:b/>
          <w:bCs/>
          <w:color w:val="000000"/>
        </w:rPr>
        <w:t xml:space="preserve">VĂN PHÒNG </w:t>
      </w:r>
      <w:r w:rsidR="00E52396" w:rsidRPr="006D25B2">
        <w:rPr>
          <w:rFonts w:ascii="Times New Roman" w:hAnsi="Times New Roman"/>
          <w:b/>
          <w:bCs/>
          <w:color w:val="000000"/>
          <w:lang w:val="vi-VN"/>
        </w:rPr>
        <w:t>HIỆP HỘI CAO SU VIỆT NAM</w:t>
      </w:r>
    </w:p>
    <w:p w:rsidR="00E52396" w:rsidRPr="006A37B2" w:rsidRDefault="00E52396" w:rsidP="006D25B2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bCs/>
          <w:color w:val="000000"/>
          <w:sz w:val="26"/>
          <w:szCs w:val="26"/>
          <w:lang w:val="pt-BR"/>
        </w:rPr>
      </w:pPr>
      <w:r w:rsidRPr="006A37B2">
        <w:rPr>
          <w:rFonts w:ascii="Times New Roman" w:hAnsi="Times New Roman"/>
          <w:b/>
          <w:bCs/>
          <w:color w:val="000000"/>
          <w:sz w:val="26"/>
          <w:szCs w:val="26"/>
          <w:lang w:val="es-ES"/>
        </w:rPr>
        <w:t>Địa chỉ</w:t>
      </w:r>
      <w:r w:rsidRPr="006A37B2">
        <w:rPr>
          <w:rFonts w:ascii="Times New Roman" w:hAnsi="Times New Roman"/>
          <w:bCs/>
          <w:color w:val="000000"/>
          <w:sz w:val="26"/>
          <w:szCs w:val="26"/>
          <w:lang w:val="es-ES"/>
        </w:rPr>
        <w:t xml:space="preserve">: 236 Nam Kỳ Khởi Nghĩa, Q. 3, TP. </w:t>
      </w:r>
      <w:r w:rsidRPr="006A37B2">
        <w:rPr>
          <w:rFonts w:ascii="Times New Roman" w:hAnsi="Times New Roman"/>
          <w:bCs/>
          <w:color w:val="000000"/>
          <w:sz w:val="26"/>
          <w:szCs w:val="26"/>
          <w:lang w:val="pt-BR"/>
        </w:rPr>
        <w:t xml:space="preserve">Hồ Chí Minh   </w:t>
      </w:r>
    </w:p>
    <w:p w:rsidR="00E52396" w:rsidRPr="006A37B2" w:rsidRDefault="00E52396" w:rsidP="006D25B2">
      <w:pPr>
        <w:tabs>
          <w:tab w:val="left" w:pos="1080"/>
        </w:tabs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b/>
          <w:bCs/>
          <w:color w:val="000000"/>
          <w:lang w:val="vi-VN"/>
        </w:rPr>
      </w:pPr>
      <w:r w:rsidRPr="006A37B2">
        <w:rPr>
          <w:rFonts w:ascii="Times New Roman" w:hAnsi="Times New Roman"/>
          <w:b/>
          <w:bCs/>
          <w:color w:val="000000"/>
          <w:sz w:val="26"/>
          <w:szCs w:val="26"/>
          <w:lang w:val="pt-BR"/>
        </w:rPr>
        <w:t xml:space="preserve">Tel.:  </w:t>
      </w:r>
      <w:r w:rsidR="006D25B2">
        <w:rPr>
          <w:rFonts w:ascii="Times New Roman" w:hAnsi="Times New Roman"/>
          <w:color w:val="000000"/>
          <w:sz w:val="26"/>
          <w:szCs w:val="26"/>
          <w:lang w:val="pt-BR"/>
        </w:rPr>
        <w:t>08</w:t>
      </w:r>
      <w:r w:rsidR="006D25B2">
        <w:rPr>
          <w:rFonts w:ascii="Times New Roman" w:hAnsi="Times New Roman"/>
          <w:color w:val="000000"/>
          <w:sz w:val="26"/>
          <w:szCs w:val="26"/>
          <w:lang w:val="vi-VN"/>
        </w:rPr>
        <w:t>.</w:t>
      </w:r>
      <w:r w:rsidRPr="006A37B2">
        <w:rPr>
          <w:rFonts w:ascii="Times New Roman" w:hAnsi="Times New Roman"/>
          <w:color w:val="000000"/>
          <w:sz w:val="26"/>
          <w:szCs w:val="26"/>
          <w:lang w:val="pt-BR"/>
        </w:rPr>
        <w:t xml:space="preserve">3932 2605 </w:t>
      </w:r>
      <w:r w:rsidRPr="006A37B2">
        <w:rPr>
          <w:rFonts w:ascii="Times New Roman" w:hAnsi="Times New Roman"/>
          <w:b/>
          <w:bCs/>
          <w:color w:val="000000"/>
          <w:sz w:val="26"/>
          <w:szCs w:val="26"/>
          <w:lang w:val="pt-BR"/>
        </w:rPr>
        <w:t xml:space="preserve">  </w:t>
      </w:r>
      <w:r w:rsidRPr="006A37B2">
        <w:rPr>
          <w:rFonts w:ascii="Times New Roman" w:hAnsi="Times New Roman"/>
          <w:b/>
          <w:bCs/>
          <w:color w:val="000000"/>
          <w:sz w:val="26"/>
          <w:szCs w:val="26"/>
          <w:lang w:val="pt-BR"/>
        </w:rPr>
        <w:tab/>
        <w:t xml:space="preserve">Fax: </w:t>
      </w:r>
      <w:r w:rsidR="006D25B2">
        <w:rPr>
          <w:rFonts w:ascii="Times New Roman" w:hAnsi="Times New Roman"/>
          <w:color w:val="000000"/>
          <w:sz w:val="26"/>
          <w:szCs w:val="26"/>
          <w:lang w:val="pt-BR"/>
        </w:rPr>
        <w:t>08</w:t>
      </w:r>
      <w:r w:rsidR="006D25B2">
        <w:rPr>
          <w:rFonts w:ascii="Times New Roman" w:hAnsi="Times New Roman"/>
          <w:color w:val="000000"/>
          <w:sz w:val="26"/>
          <w:szCs w:val="26"/>
          <w:lang w:val="vi-VN"/>
        </w:rPr>
        <w:t>.</w:t>
      </w:r>
      <w:r w:rsidRPr="006A37B2">
        <w:rPr>
          <w:rFonts w:ascii="Times New Roman" w:hAnsi="Times New Roman"/>
          <w:color w:val="000000"/>
          <w:sz w:val="26"/>
          <w:szCs w:val="26"/>
          <w:lang w:val="pt-BR"/>
        </w:rPr>
        <w:t>3932 0372</w:t>
      </w:r>
      <w:r w:rsidR="006D25B2">
        <w:rPr>
          <w:rFonts w:ascii="Times New Roman" w:hAnsi="Times New Roman"/>
          <w:b/>
          <w:bCs/>
          <w:color w:val="000000"/>
          <w:sz w:val="26"/>
          <w:szCs w:val="26"/>
          <w:lang w:val="pt-BR"/>
        </w:rPr>
        <w:t xml:space="preserve">  </w:t>
      </w:r>
      <w:r w:rsidR="006D25B2">
        <w:rPr>
          <w:rFonts w:ascii="Times New Roman" w:hAnsi="Times New Roman"/>
          <w:b/>
          <w:bCs/>
          <w:color w:val="000000"/>
          <w:sz w:val="26"/>
          <w:szCs w:val="26"/>
          <w:lang w:val="pt-BR"/>
        </w:rPr>
        <w:tab/>
        <w:t>E</w:t>
      </w:r>
      <w:r w:rsidRPr="006A37B2">
        <w:rPr>
          <w:rFonts w:ascii="Times New Roman" w:hAnsi="Times New Roman"/>
          <w:b/>
          <w:bCs/>
          <w:color w:val="000000"/>
          <w:sz w:val="26"/>
          <w:szCs w:val="26"/>
          <w:lang w:val="pt-BR"/>
        </w:rPr>
        <w:t>mail</w:t>
      </w:r>
      <w:r w:rsidRPr="006A37B2">
        <w:rPr>
          <w:rFonts w:ascii="Times New Roman" w:hAnsi="Times New Roman"/>
          <w:color w:val="000000"/>
          <w:sz w:val="26"/>
          <w:szCs w:val="26"/>
          <w:lang w:val="pt-BR"/>
        </w:rPr>
        <w:t xml:space="preserve">:  </w:t>
      </w:r>
      <w:r w:rsidR="006A37B2" w:rsidRPr="006A37B2">
        <w:rPr>
          <w:rFonts w:ascii="Times New Roman" w:hAnsi="Times New Roman"/>
          <w:color w:val="000000"/>
          <w:sz w:val="26"/>
          <w:szCs w:val="26"/>
          <w:lang w:val="vi-VN"/>
        </w:rPr>
        <w:t>office@vra.com.vn</w:t>
      </w:r>
    </w:p>
    <w:tbl>
      <w:tblPr>
        <w:tblW w:w="92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3"/>
        <w:gridCol w:w="709"/>
        <w:gridCol w:w="1701"/>
        <w:gridCol w:w="2409"/>
      </w:tblGrid>
      <w:tr w:rsidR="00E52396" w:rsidRPr="006D25B2">
        <w:trPr>
          <w:trHeight w:val="490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52396" w:rsidRPr="006D25B2" w:rsidRDefault="00E52396" w:rsidP="0024230F">
            <w:pPr>
              <w:spacing w:after="0"/>
              <w:ind w:firstLine="0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r w:rsidRPr="006D25B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Hội </w:t>
            </w:r>
            <w:r w:rsidR="006A37B2" w:rsidRPr="006D25B2">
              <w:rPr>
                <w:rFonts w:ascii="Times New Roman" w:hAnsi="Times New Roman"/>
                <w:sz w:val="26"/>
                <w:szCs w:val="26"/>
                <w:lang w:val="vi-VN"/>
              </w:rPr>
              <w:t>thảo</w:t>
            </w:r>
            <w:r w:rsidR="006D25B2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chuyên đề</w:t>
            </w:r>
            <w:r w:rsidRPr="006D25B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: </w:t>
            </w:r>
            <w:r w:rsidR="00F26B02" w:rsidRPr="00F26B02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val="vi-VN"/>
              </w:rPr>
              <w:t>Nhu cầu cao su của các nhà sản xuất săm lốp xe hiện nay</w:t>
            </w:r>
          </w:p>
        </w:tc>
      </w:tr>
      <w:tr w:rsidR="00E52396" w:rsidRPr="006D25B2">
        <w:trPr>
          <w:trHeight w:val="490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52396" w:rsidRPr="006D25B2" w:rsidRDefault="00E52396" w:rsidP="004F63E6">
            <w:pPr>
              <w:tabs>
                <w:tab w:val="left" w:pos="1260"/>
              </w:tabs>
              <w:spacing w:after="0"/>
              <w:ind w:firstLine="0"/>
              <w:rPr>
                <w:rFonts w:ascii="Times New Roman" w:hAnsi="Times New Roman"/>
                <w:b/>
                <w:bCs/>
                <w:sz w:val="26"/>
                <w:szCs w:val="26"/>
                <w:lang w:val="pt-BR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Thời gian:</w:t>
            </w:r>
            <w:r w:rsidRPr="006D25B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  <w:r w:rsidR="00F26B0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>9</w:t>
            </w:r>
            <w:r w:rsidR="004F63E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g30</w:t>
            </w:r>
            <w:r w:rsidR="00F26B0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>, thứ Tư, ngày 14</w:t>
            </w:r>
            <w:r w:rsidR="006D25B2" w:rsidRPr="006D25B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>/6/</w:t>
            </w:r>
            <w:r w:rsidR="00F26B0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val="vi-VN"/>
              </w:rPr>
              <w:t>2017</w:t>
            </w:r>
            <w:r w:rsidRPr="006D25B2">
              <w:rPr>
                <w:rFonts w:ascii="Times New Roman" w:hAnsi="Times New Roman"/>
                <w:sz w:val="26"/>
                <w:szCs w:val="26"/>
                <w:lang w:val="pt-BR"/>
              </w:rPr>
              <w:tab/>
            </w:r>
          </w:p>
        </w:tc>
      </w:tr>
      <w:tr w:rsidR="00E52396" w:rsidRPr="006D25B2" w:rsidTr="006D25B2">
        <w:trPr>
          <w:trHeight w:val="770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52396" w:rsidRPr="006D25B2" w:rsidRDefault="00E52396" w:rsidP="0024230F">
            <w:pPr>
              <w:tabs>
                <w:tab w:val="left" w:pos="1260"/>
              </w:tabs>
              <w:spacing w:after="0"/>
              <w:ind w:firstLine="0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Địa điểm</w:t>
            </w:r>
            <w:r w:rsidR="00516BE4" w:rsidRPr="006D25B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: </w:t>
            </w:r>
            <w:r w:rsidR="006D25B2"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Trung tâm Hội chợ và Triển lãm Sài Gòn (SECC) </w:t>
            </w:r>
          </w:p>
          <w:p w:rsidR="006D25B2" w:rsidRPr="006D25B2" w:rsidRDefault="006D25B2" w:rsidP="006D25B2">
            <w:pPr>
              <w:tabs>
                <w:tab w:val="left" w:pos="1260"/>
              </w:tabs>
              <w:spacing w:after="0"/>
              <w:ind w:firstLine="1134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799 Nguyễn Văn Linh, Q.7, TP.HCM</w:t>
            </w:r>
          </w:p>
        </w:tc>
      </w:tr>
      <w:tr w:rsidR="00E52396" w:rsidRPr="006D25B2" w:rsidTr="006D25B2">
        <w:trPr>
          <w:trHeight w:val="825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</w:tcPr>
          <w:p w:rsidR="006D25B2" w:rsidRPr="006D25B2" w:rsidRDefault="0024230F" w:rsidP="006D25B2">
            <w:pPr>
              <w:spacing w:before="60" w:after="0"/>
              <w:ind w:firstLine="0"/>
              <w:jc w:val="left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Tên đơn</w:t>
            </w:r>
            <w:bookmarkStart w:id="0" w:name="_GoBack"/>
            <w:bookmarkEnd w:id="0"/>
            <w:r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 vị</w:t>
            </w:r>
            <w:r w:rsidR="00E52396"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: </w:t>
            </w:r>
          </w:p>
        </w:tc>
      </w:tr>
      <w:tr w:rsidR="0024230F" w:rsidRPr="006D25B2" w:rsidTr="006D25B2">
        <w:trPr>
          <w:trHeight w:val="863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</w:tcPr>
          <w:p w:rsidR="0024230F" w:rsidRPr="006D25B2" w:rsidRDefault="0024230F" w:rsidP="006D25B2">
            <w:pPr>
              <w:spacing w:before="60" w:after="0"/>
              <w:ind w:firstLine="0"/>
              <w:jc w:val="left"/>
              <w:rPr>
                <w:rFonts w:ascii="Times New Roman" w:hAnsi="Times New Roman"/>
                <w:bCs/>
                <w:sz w:val="26"/>
                <w:szCs w:val="26"/>
                <w:lang w:val="pt-BR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 xml:space="preserve">Địa chỉ: </w:t>
            </w:r>
          </w:p>
        </w:tc>
      </w:tr>
      <w:tr w:rsidR="006D25B2" w:rsidRPr="006D25B2" w:rsidTr="006D25B2">
        <w:trPr>
          <w:trHeight w:val="490"/>
        </w:trPr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6D25B2" w:rsidRPr="00482D3F" w:rsidRDefault="006D25B2" w:rsidP="00D67A1C">
            <w:pPr>
              <w:spacing w:after="0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482D3F">
              <w:rPr>
                <w:rFonts w:ascii="Times New Roman" w:hAnsi="Times New Roman"/>
                <w:bCs/>
                <w:sz w:val="26"/>
                <w:szCs w:val="26"/>
              </w:rPr>
              <w:t xml:space="preserve">Người liên hệ: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5B2" w:rsidRPr="006D25B2" w:rsidRDefault="006D25B2" w:rsidP="006D25B2">
            <w:pPr>
              <w:spacing w:after="0"/>
              <w:ind w:firstLine="90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  <w:lang w:val="pt-BR"/>
              </w:rPr>
              <w:t>Điện thoại</w:t>
            </w:r>
            <w:r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>:</w:t>
            </w:r>
          </w:p>
        </w:tc>
      </w:tr>
      <w:tr w:rsidR="006D25B2" w:rsidRPr="006D25B2">
        <w:trPr>
          <w:trHeight w:val="218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6D25B2" w:rsidRPr="00F26B02" w:rsidRDefault="00F26B02" w:rsidP="00F26B02">
            <w:pPr>
              <w:spacing w:before="60" w:after="0"/>
              <w:ind w:firstLine="0"/>
              <w:rPr>
                <w:rFonts w:ascii="Times New Roman" w:hAnsi="Times New Roman"/>
                <w:i/>
                <w:spacing w:val="-4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pacing w:val="-4"/>
                <w:sz w:val="26"/>
                <w:szCs w:val="26"/>
                <w:lang w:val="pt-BR"/>
              </w:rPr>
              <w:t xml:space="preserve">Nội dung </w:t>
            </w:r>
            <w:r>
              <w:rPr>
                <w:rFonts w:ascii="Times New Roman" w:hAnsi="Times New Roman"/>
                <w:i/>
                <w:spacing w:val="-4"/>
                <w:sz w:val="26"/>
                <w:szCs w:val="26"/>
                <w:lang w:val="pt-BR"/>
              </w:rPr>
              <w:t>(Có thể thay đổi tùy theo diễn giả)</w:t>
            </w:r>
          </w:p>
          <w:p w:rsidR="00F26B02" w:rsidRPr="001C597A" w:rsidRDefault="006D25B2" w:rsidP="00F26B02">
            <w:pPr>
              <w:spacing w:before="60" w:after="0"/>
              <w:ind w:right="75" w:firstLine="0"/>
              <w:rPr>
                <w:rFonts w:ascii="Times New Roman" w:hAnsi="Times New Roman"/>
                <w:color w:val="000000"/>
                <w:szCs w:val="24"/>
                <w:lang w:val="vi-VN"/>
              </w:rPr>
            </w:pPr>
            <w:r w:rsidRPr="006D25B2">
              <w:rPr>
                <w:rFonts w:ascii="Times New Roman" w:hAnsi="Times New Roman"/>
                <w:spacing w:val="-4"/>
                <w:sz w:val="26"/>
                <w:szCs w:val="26"/>
                <w:lang w:val="pt-BR"/>
              </w:rPr>
              <w:t>1.</w:t>
            </w:r>
            <w:r w:rsidR="00F26B02">
              <w:rPr>
                <w:rFonts w:ascii="Times New Roman" w:hAnsi="Times New Roman"/>
                <w:spacing w:val="-4"/>
                <w:sz w:val="26"/>
                <w:szCs w:val="26"/>
                <w:lang w:val="pt-BR"/>
              </w:rPr>
              <w:t xml:space="preserve"> </w:t>
            </w:r>
            <w:r w:rsidR="00F26B02"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Tình hình th</w:t>
            </w:r>
            <w:r w:rsidR="00F26B02"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ị</w:t>
            </w:r>
            <w:r w:rsidR="00F26B02"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 tr</w:t>
            </w:r>
            <w:r w:rsidR="00F26B02"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ườ</w:t>
            </w:r>
            <w:r w:rsidR="00F26B02"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ng </w:t>
            </w:r>
            <w:r w:rsidR="00F26B02"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đố</w:t>
            </w:r>
            <w:r w:rsidR="00F26B02"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i v</w:t>
            </w:r>
            <w:r w:rsidR="00F26B02"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ớ</w:t>
            </w:r>
            <w:r w:rsidR="00F26B02"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i s</w:t>
            </w:r>
            <w:r w:rsidR="00F26B02"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ả</w:t>
            </w:r>
            <w:r w:rsidR="00F26B02"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n ph</w:t>
            </w:r>
            <w:r w:rsidR="00F26B02"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ẩ</w:t>
            </w:r>
            <w:r w:rsidR="00F26B02"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m TSR10 </w:t>
            </w:r>
          </w:p>
          <w:p w:rsidR="00F26B02" w:rsidRPr="001C597A" w:rsidRDefault="00F26B02" w:rsidP="00F26B02">
            <w:pPr>
              <w:spacing w:before="60" w:after="0"/>
              <w:ind w:right="75" w:firstLine="0"/>
              <w:rPr>
                <w:rFonts w:ascii="Times New Roman" w:hAnsi="Times New Roman"/>
                <w:color w:val="000000"/>
                <w:szCs w:val="24"/>
              </w:rPr>
            </w:pPr>
            <w:r w:rsidRPr="001C597A">
              <w:rPr>
                <w:rFonts w:ascii="Times New Roman" w:hAnsi="Times New Roman"/>
                <w:color w:val="000000"/>
                <w:szCs w:val="24"/>
              </w:rPr>
              <w:t xml:space="preserve">2. 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</w:rPr>
              <w:t>C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>h</w:t>
            </w:r>
            <w:r w:rsidRPr="001C597A">
              <w:rPr>
                <w:rFonts w:ascii="Times New Roman" w:hAnsi="Times New Roman" w:cs="Calibri"/>
                <w:color w:val="000000"/>
                <w:spacing w:val="-2"/>
                <w:szCs w:val="24"/>
                <w:lang w:val="vi-VN"/>
              </w:rPr>
              <w:t>ủ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>ng lo</w:t>
            </w:r>
            <w:r w:rsidRPr="001C597A">
              <w:rPr>
                <w:rFonts w:ascii="Times New Roman" w:hAnsi="Times New Roman" w:cs="Calibri"/>
                <w:color w:val="000000"/>
                <w:spacing w:val="-2"/>
                <w:szCs w:val="24"/>
                <w:lang w:val="vi-VN"/>
              </w:rPr>
              <w:t>ạ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 xml:space="preserve">i cao su </w:t>
            </w:r>
            <w:r w:rsidR="001C597A" w:rsidRPr="001C597A">
              <w:rPr>
                <w:rFonts w:ascii="Times New Roman" w:hAnsi="Times New Roman"/>
                <w:color w:val="000000"/>
                <w:spacing w:val="-2"/>
                <w:szCs w:val="24"/>
              </w:rPr>
              <w:t xml:space="preserve">phù hợp với các nhà sản xuất săm lốp xe 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>v</w:t>
            </w:r>
            <w:r w:rsidRPr="001C597A">
              <w:rPr>
                <w:rFonts w:ascii="Times New Roman" w:hAnsi="Times New Roman" w:cs="Calibri"/>
                <w:color w:val="000000"/>
                <w:spacing w:val="-2"/>
                <w:szCs w:val="24"/>
                <w:lang w:val="vi-VN"/>
              </w:rPr>
              <w:t>à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 xml:space="preserve"> t</w:t>
            </w:r>
            <w:r w:rsidRPr="001C597A">
              <w:rPr>
                <w:rFonts w:ascii="Times New Roman" w:hAnsi="Times New Roman" w:cs=".VnTime"/>
                <w:color w:val="000000"/>
                <w:spacing w:val="-2"/>
                <w:szCs w:val="24"/>
                <w:lang w:val="vi-VN"/>
              </w:rPr>
              <w:t>ì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>nh h</w:t>
            </w:r>
            <w:r w:rsidRPr="001C597A">
              <w:rPr>
                <w:rFonts w:ascii="Times New Roman" w:hAnsi="Times New Roman" w:cs=".VnTime"/>
                <w:color w:val="000000"/>
                <w:spacing w:val="-2"/>
                <w:szCs w:val="24"/>
                <w:lang w:val="vi-VN"/>
              </w:rPr>
              <w:t>ì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>nh th</w:t>
            </w:r>
            <w:r w:rsidRPr="001C597A">
              <w:rPr>
                <w:rFonts w:ascii="Times New Roman" w:hAnsi="Times New Roman" w:cs="Calibri"/>
                <w:color w:val="000000"/>
                <w:spacing w:val="-2"/>
                <w:szCs w:val="24"/>
                <w:lang w:val="vi-VN"/>
              </w:rPr>
              <w:t>ự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>c t</w:t>
            </w:r>
            <w:r w:rsidRPr="001C597A">
              <w:rPr>
                <w:rFonts w:ascii="Times New Roman" w:hAnsi="Times New Roman" w:cs="Calibri"/>
                <w:color w:val="000000"/>
                <w:spacing w:val="-2"/>
                <w:szCs w:val="24"/>
                <w:lang w:val="vi-VN"/>
              </w:rPr>
              <w:t>ế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 xml:space="preserve"> t</w:t>
            </w:r>
            <w:r w:rsidRPr="001C597A">
              <w:rPr>
                <w:rFonts w:ascii="Times New Roman" w:hAnsi="Times New Roman" w:cs="Calibri"/>
                <w:color w:val="000000"/>
                <w:spacing w:val="-2"/>
                <w:szCs w:val="24"/>
                <w:lang w:val="vi-VN"/>
              </w:rPr>
              <w:t>ạ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>i Vi</w:t>
            </w:r>
            <w:r w:rsidRPr="001C597A">
              <w:rPr>
                <w:rFonts w:ascii="Times New Roman" w:hAnsi="Times New Roman" w:cs="Calibri"/>
                <w:color w:val="000000"/>
                <w:spacing w:val="-2"/>
                <w:szCs w:val="24"/>
                <w:lang w:val="vi-VN"/>
              </w:rPr>
              <w:t>ệ</w:t>
            </w:r>
            <w:r w:rsidRPr="001C597A">
              <w:rPr>
                <w:rFonts w:ascii="Times New Roman" w:hAnsi="Times New Roman"/>
                <w:color w:val="000000"/>
                <w:spacing w:val="-2"/>
                <w:szCs w:val="24"/>
                <w:lang w:val="vi-VN"/>
              </w:rPr>
              <w:t>t Nam</w:t>
            </w:r>
          </w:p>
          <w:p w:rsidR="00F26B02" w:rsidRPr="001C597A" w:rsidRDefault="00F26B02" w:rsidP="00F26B02">
            <w:pPr>
              <w:spacing w:before="60" w:after="0"/>
              <w:ind w:right="75" w:firstLine="0"/>
              <w:rPr>
                <w:rFonts w:ascii="Times New Roman" w:hAnsi="Times New Roman"/>
                <w:color w:val="000000"/>
                <w:szCs w:val="24"/>
                <w:lang w:val="vi-VN"/>
              </w:rPr>
            </w:pP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3. Quy trình ch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ế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 bi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ế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n SVR10 t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ừ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 m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ủ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 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đ</w:t>
            </w:r>
            <w:r w:rsidRPr="001C597A">
              <w:rPr>
                <w:rFonts w:ascii="Times New Roman" w:hAnsi="Times New Roman" w:cs=".VnTime"/>
                <w:color w:val="000000"/>
                <w:szCs w:val="24"/>
                <w:lang w:val="vi-VN"/>
              </w:rPr>
              <w:t>ô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ng t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ạ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i v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ườ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n c</w:t>
            </w:r>
            <w:r w:rsidRPr="001C597A">
              <w:rPr>
                <w:rFonts w:ascii="Times New Roman" w:hAnsi="Times New Roman" w:cs=".VnTime"/>
                <w:color w:val="000000"/>
                <w:szCs w:val="24"/>
                <w:lang w:val="vi-VN"/>
              </w:rPr>
              <w:t>â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y </w:t>
            </w:r>
          </w:p>
          <w:p w:rsidR="006D25B2" w:rsidRPr="006D25B2" w:rsidRDefault="00F26B02" w:rsidP="00F26B02">
            <w:pPr>
              <w:spacing w:before="60" w:after="60"/>
              <w:ind w:right="74" w:firstLine="0"/>
              <w:rPr>
                <w:rFonts w:ascii="Times New Roman" w:hAnsi="Times New Roman"/>
                <w:spacing w:val="-4"/>
                <w:sz w:val="26"/>
                <w:szCs w:val="26"/>
                <w:lang w:val="vi-VN"/>
              </w:rPr>
            </w:pPr>
            <w:r w:rsidRPr="001C597A">
              <w:rPr>
                <w:rFonts w:ascii="Times New Roman" w:hAnsi="Times New Roman"/>
                <w:color w:val="000000"/>
                <w:szCs w:val="24"/>
              </w:rPr>
              <w:t xml:space="preserve">4. 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Gi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ớ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i thi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ệ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u quy tr</w:t>
            </w:r>
            <w:r w:rsidRPr="001C597A">
              <w:rPr>
                <w:rFonts w:ascii="Times New Roman" w:hAnsi="Times New Roman" w:cs=".VnTime"/>
                <w:color w:val="000000"/>
                <w:szCs w:val="24"/>
                <w:lang w:val="vi-VN"/>
              </w:rPr>
              <w:t>ì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nh ch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ế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 bi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ế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n c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ủ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a c</w:t>
            </w:r>
            <w:r w:rsidRPr="001C597A">
              <w:rPr>
                <w:rFonts w:ascii="Times New Roman" w:hAnsi="Times New Roman" w:cs=".VnTime"/>
                <w:color w:val="000000"/>
                <w:szCs w:val="24"/>
                <w:lang w:val="vi-VN"/>
              </w:rPr>
              <w:t>á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c n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ướ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c trong khu v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ự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c v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à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 m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ộ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t s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ố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 xml:space="preserve"> gi</w:t>
            </w:r>
            <w:r w:rsidRPr="001C597A">
              <w:rPr>
                <w:rFonts w:ascii="Times New Roman" w:hAnsi="Times New Roman" w:cs="Calibri"/>
                <w:color w:val="000000"/>
                <w:szCs w:val="24"/>
                <w:lang w:val="vi-VN"/>
              </w:rPr>
              <w:t>ả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i ph</w:t>
            </w:r>
            <w:r w:rsidRPr="001C597A">
              <w:rPr>
                <w:rFonts w:ascii="Times New Roman" w:hAnsi="Times New Roman" w:cs=".VnTime"/>
                <w:color w:val="000000"/>
                <w:szCs w:val="24"/>
                <w:lang w:val="vi-VN"/>
              </w:rPr>
              <w:t>á</w:t>
            </w:r>
            <w:r w:rsidRPr="001C597A">
              <w:rPr>
                <w:rFonts w:ascii="Times New Roman" w:hAnsi="Times New Roman"/>
                <w:color w:val="000000"/>
                <w:szCs w:val="24"/>
                <w:lang w:val="vi-VN"/>
              </w:rPr>
              <w:t>p R&amp;D</w:t>
            </w:r>
            <w:r w:rsidRPr="00F26B02">
              <w:rPr>
                <w:rFonts w:ascii="Times New Roman" w:hAnsi="Times New Roman"/>
                <w:color w:val="000000"/>
                <w:sz w:val="26"/>
                <w:szCs w:val="26"/>
                <w:lang w:val="vi-VN"/>
              </w:rPr>
              <w:t xml:space="preserve"> </w:t>
            </w:r>
          </w:p>
        </w:tc>
      </w:tr>
      <w:tr w:rsidR="006D25B2" w:rsidRPr="006D25B2">
        <w:trPr>
          <w:trHeight w:val="499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6D25B2" w:rsidRPr="006D25B2" w:rsidRDefault="006D25B2" w:rsidP="006D25B2">
            <w:pPr>
              <w:spacing w:after="0"/>
              <w:ind w:right="75" w:firstLine="0"/>
              <w:jc w:val="center"/>
              <w:rPr>
                <w:rFonts w:ascii="Times New Roman" w:hAnsi="Times New Roman"/>
                <w:bCs/>
                <w:sz w:val="26"/>
                <w:szCs w:val="26"/>
                <w:lang w:val="vi-VN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  <w:lang w:val="vi-VN"/>
              </w:rPr>
              <w:t xml:space="preserve">Họ tên đại biểu tham dự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B2" w:rsidRPr="006D25B2" w:rsidRDefault="006D25B2" w:rsidP="006D25B2">
            <w:pPr>
              <w:spacing w:after="0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</w:rPr>
              <w:t>Chức vụ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B2" w:rsidRPr="006D25B2" w:rsidRDefault="006D25B2" w:rsidP="006D25B2">
            <w:pPr>
              <w:spacing w:after="0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6D25B2">
              <w:rPr>
                <w:rFonts w:ascii="Times New Roman" w:hAnsi="Times New Roman"/>
                <w:bCs/>
                <w:sz w:val="26"/>
                <w:szCs w:val="26"/>
              </w:rPr>
              <w:t>Điện thoại liên hệ</w:t>
            </w:r>
          </w:p>
        </w:tc>
      </w:tr>
      <w:tr w:rsidR="006D25B2" w:rsidRPr="006D25B2">
        <w:trPr>
          <w:trHeight w:val="482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6D25B2" w:rsidRPr="006D25B2" w:rsidRDefault="006D25B2" w:rsidP="00860006">
            <w:pPr>
              <w:ind w:right="7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B2" w:rsidRPr="006D25B2" w:rsidRDefault="006D25B2" w:rsidP="007C6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B2" w:rsidRPr="006D25B2" w:rsidRDefault="006D25B2" w:rsidP="007C6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25B2" w:rsidRPr="006D25B2">
        <w:trPr>
          <w:trHeight w:val="518"/>
        </w:trPr>
        <w:tc>
          <w:tcPr>
            <w:tcW w:w="44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6D25B2" w:rsidRPr="006D25B2" w:rsidRDefault="006D25B2" w:rsidP="00860006">
            <w:pPr>
              <w:ind w:right="7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B2" w:rsidRPr="006D25B2" w:rsidRDefault="006D25B2" w:rsidP="007C6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B2" w:rsidRPr="006D25B2" w:rsidRDefault="006D25B2" w:rsidP="007C6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25B2" w:rsidRPr="006D25B2">
        <w:trPr>
          <w:trHeight w:val="526"/>
        </w:trPr>
        <w:tc>
          <w:tcPr>
            <w:tcW w:w="443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6D25B2" w:rsidRPr="006D25B2" w:rsidRDefault="006D25B2" w:rsidP="00860006">
            <w:pPr>
              <w:ind w:right="7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B2" w:rsidRPr="006D25B2" w:rsidRDefault="006D25B2" w:rsidP="007C6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5B2" w:rsidRPr="006D25B2" w:rsidRDefault="006D25B2" w:rsidP="007C60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C597A" w:rsidRPr="001C597A" w:rsidRDefault="00EA4CEA" w:rsidP="001C597A">
      <w:pPr>
        <w:pStyle w:val="Header"/>
        <w:tabs>
          <w:tab w:val="clear" w:pos="4320"/>
          <w:tab w:val="clear" w:pos="8640"/>
        </w:tabs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60960</wp:posOffset>
                </wp:positionV>
                <wp:extent cx="3028950" cy="1400810"/>
                <wp:effectExtent l="0" t="0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40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97A" w:rsidRPr="001C597A" w:rsidRDefault="001C597A" w:rsidP="001C597A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……………., ngày  ….</w:t>
                            </w:r>
                            <w:r w:rsidRPr="001C597A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tháng …  năm 2017</w:t>
                            </w:r>
                          </w:p>
                          <w:p w:rsidR="001C597A" w:rsidRPr="001C597A" w:rsidRDefault="001C597A" w:rsidP="001C597A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1C597A">
                              <w:rPr>
                                <w:rFonts w:ascii="Times New Roman" w:hAnsi="Times New Roman"/>
                                <w:szCs w:val="24"/>
                              </w:rPr>
                              <w:t>Ng</w:t>
                            </w:r>
                            <w:r w:rsidRPr="001C597A">
                              <w:rPr>
                                <w:rFonts w:ascii="Times New Roman" w:hAnsi="Times New Roman" w:cs="Calibri"/>
                                <w:szCs w:val="24"/>
                              </w:rPr>
                              <w:t>ườ</w:t>
                            </w:r>
                            <w:r w:rsidRPr="001C597A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i </w:t>
                            </w:r>
                            <w:r w:rsidRPr="001C597A">
                              <w:rPr>
                                <w:rFonts w:ascii="Times New Roman" w:hAnsi="Times New Roman" w:cs="Calibri"/>
                                <w:szCs w:val="24"/>
                              </w:rPr>
                              <w:t>đạ</w:t>
                            </w:r>
                            <w:r w:rsidRPr="001C597A">
                              <w:rPr>
                                <w:rFonts w:ascii="Times New Roman" w:hAnsi="Times New Roman"/>
                                <w:szCs w:val="24"/>
                              </w:rPr>
                              <w:t>i di</w:t>
                            </w:r>
                            <w:r w:rsidRPr="001C597A">
                              <w:rPr>
                                <w:rFonts w:ascii="Times New Roman" w:hAnsi="Times New Roman" w:cs="Calibri"/>
                                <w:szCs w:val="24"/>
                              </w:rPr>
                              <w:t>ệ</w:t>
                            </w:r>
                            <w:r w:rsidRPr="001C597A">
                              <w:rPr>
                                <w:rFonts w:ascii="Times New Roman" w:hAnsi="Times New Roman"/>
                                <w:szCs w:val="24"/>
                              </w:rPr>
                              <w:t>n</w:t>
                            </w:r>
                          </w:p>
                          <w:p w:rsidR="001C597A" w:rsidRPr="001C597A" w:rsidRDefault="001C597A" w:rsidP="001C597A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i/>
                                <w:szCs w:val="24"/>
                              </w:rPr>
                            </w:pPr>
                            <w:r w:rsidRPr="001C597A">
                              <w:rPr>
                                <w:rFonts w:ascii="Times New Roman" w:hAnsi="Times New Roman"/>
                                <w:i/>
                                <w:szCs w:val="24"/>
                              </w:rPr>
                              <w:t>(Ký tên v</w:t>
                            </w:r>
                            <w:r w:rsidRPr="001C597A">
                              <w:rPr>
                                <w:rFonts w:ascii="Times New Roman" w:hAnsi="Times New Roman" w:cs="Calibri"/>
                                <w:i/>
                                <w:szCs w:val="24"/>
                              </w:rPr>
                              <w:t>à</w:t>
                            </w:r>
                            <w:r w:rsidRPr="001C597A">
                              <w:rPr>
                                <w:rFonts w:ascii="Times New Roman" w:hAnsi="Times New Roman"/>
                                <w:i/>
                                <w:szCs w:val="24"/>
                              </w:rPr>
                              <w:t xml:space="preserve"> </w:t>
                            </w:r>
                            <w:r w:rsidRPr="001C597A">
                              <w:rPr>
                                <w:rFonts w:ascii="Times New Roman" w:hAnsi="Times New Roman" w:cs="Calibri"/>
                                <w:i/>
                                <w:szCs w:val="24"/>
                              </w:rPr>
                              <w:t>đ</w:t>
                            </w:r>
                            <w:r w:rsidRPr="001C597A">
                              <w:rPr>
                                <w:rFonts w:ascii="Times New Roman" w:hAnsi="Times New Roman" w:cs=".VnTime"/>
                                <w:i/>
                                <w:szCs w:val="24"/>
                              </w:rPr>
                              <w:t>ó</w:t>
                            </w:r>
                            <w:r w:rsidRPr="001C597A">
                              <w:rPr>
                                <w:rFonts w:ascii="Times New Roman" w:hAnsi="Times New Roman"/>
                                <w:i/>
                                <w:szCs w:val="24"/>
                              </w:rPr>
                              <w:t>ng d</w:t>
                            </w:r>
                            <w:r w:rsidRPr="001C597A">
                              <w:rPr>
                                <w:rFonts w:ascii="Times New Roman" w:hAnsi="Times New Roman" w:cs="Calibri"/>
                                <w:i/>
                                <w:szCs w:val="24"/>
                              </w:rPr>
                              <w:t>ấ</w:t>
                            </w:r>
                            <w:r w:rsidRPr="001C597A">
                              <w:rPr>
                                <w:rFonts w:ascii="Times New Roman" w:hAnsi="Times New Roman"/>
                                <w:i/>
                                <w:szCs w:val="24"/>
                              </w:rPr>
                              <w:t>u)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25.4pt;margin-top:4.8pt;width:238.5pt;height:11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" stroked="f">
                <v:textbox>
                  <w:txbxContent>
                    <w:p w:rsidR="001C597A" w:rsidRPr="001C597A" w:rsidRDefault="001C597A" w:rsidP="001C597A">
                      <w:pPr>
                        <w:spacing w:after="0"/>
                        <w:ind w:firstLine="0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>……………., ngày  ….</w:t>
                      </w:r>
                      <w:r w:rsidRPr="001C597A">
                        <w:rPr>
                          <w:rFonts w:ascii="Times New Roman" w:hAnsi="Times New Roman"/>
                          <w:szCs w:val="24"/>
                        </w:rPr>
                        <w:t xml:space="preserve">  tháng …  năm 2017</w:t>
                      </w:r>
                    </w:p>
                    <w:p w:rsidR="001C597A" w:rsidRPr="001C597A" w:rsidRDefault="001C597A" w:rsidP="001C597A">
                      <w:pPr>
                        <w:spacing w:after="0"/>
                        <w:ind w:firstLine="0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r w:rsidRPr="001C597A">
                        <w:rPr>
                          <w:rFonts w:ascii="Times New Roman" w:hAnsi="Times New Roman"/>
                          <w:szCs w:val="24"/>
                        </w:rPr>
                        <w:t>Ng</w:t>
                      </w:r>
                      <w:r w:rsidRPr="001C597A">
                        <w:rPr>
                          <w:rFonts w:ascii="Times New Roman" w:hAnsi="Times New Roman" w:cs="Calibri"/>
                          <w:szCs w:val="24"/>
                        </w:rPr>
                        <w:t>ườ</w:t>
                      </w:r>
                      <w:r w:rsidRPr="001C597A">
                        <w:rPr>
                          <w:rFonts w:ascii="Times New Roman" w:hAnsi="Times New Roman"/>
                          <w:szCs w:val="24"/>
                        </w:rPr>
                        <w:t xml:space="preserve">i </w:t>
                      </w:r>
                      <w:r w:rsidRPr="001C597A">
                        <w:rPr>
                          <w:rFonts w:ascii="Times New Roman" w:hAnsi="Times New Roman" w:cs="Calibri"/>
                          <w:szCs w:val="24"/>
                        </w:rPr>
                        <w:t>đạ</w:t>
                      </w:r>
                      <w:r w:rsidRPr="001C597A">
                        <w:rPr>
                          <w:rFonts w:ascii="Times New Roman" w:hAnsi="Times New Roman"/>
                          <w:szCs w:val="24"/>
                        </w:rPr>
                        <w:t>i di</w:t>
                      </w:r>
                      <w:r w:rsidRPr="001C597A">
                        <w:rPr>
                          <w:rFonts w:ascii="Times New Roman" w:hAnsi="Times New Roman" w:cs="Calibri"/>
                          <w:szCs w:val="24"/>
                        </w:rPr>
                        <w:t>ệ</w:t>
                      </w:r>
                      <w:r w:rsidRPr="001C597A">
                        <w:rPr>
                          <w:rFonts w:ascii="Times New Roman" w:hAnsi="Times New Roman"/>
                          <w:szCs w:val="24"/>
                        </w:rPr>
                        <w:t>n</w:t>
                      </w:r>
                    </w:p>
                    <w:p w:rsidR="001C597A" w:rsidRPr="001C597A" w:rsidRDefault="001C597A" w:rsidP="001C597A">
                      <w:pPr>
                        <w:spacing w:after="0"/>
                        <w:ind w:firstLine="0"/>
                        <w:jc w:val="center"/>
                        <w:rPr>
                          <w:rFonts w:ascii="Times New Roman" w:hAnsi="Times New Roman"/>
                          <w:i/>
                          <w:szCs w:val="24"/>
                        </w:rPr>
                      </w:pPr>
                      <w:r w:rsidRPr="001C597A">
                        <w:rPr>
                          <w:rFonts w:ascii="Times New Roman" w:hAnsi="Times New Roman"/>
                          <w:i/>
                          <w:szCs w:val="24"/>
                        </w:rPr>
                        <w:t>(Ký tên v</w:t>
                      </w:r>
                      <w:r w:rsidRPr="001C597A">
                        <w:rPr>
                          <w:rFonts w:ascii="Times New Roman" w:hAnsi="Times New Roman" w:cs="Calibri"/>
                          <w:i/>
                          <w:szCs w:val="24"/>
                        </w:rPr>
                        <w:t>à</w:t>
                      </w:r>
                      <w:r w:rsidRPr="001C597A">
                        <w:rPr>
                          <w:rFonts w:ascii="Times New Roman" w:hAnsi="Times New Roman"/>
                          <w:i/>
                          <w:szCs w:val="24"/>
                        </w:rPr>
                        <w:t xml:space="preserve"> </w:t>
                      </w:r>
                      <w:r w:rsidRPr="001C597A">
                        <w:rPr>
                          <w:rFonts w:ascii="Times New Roman" w:hAnsi="Times New Roman" w:cs="Calibri"/>
                          <w:i/>
                          <w:szCs w:val="24"/>
                        </w:rPr>
                        <w:t>đ</w:t>
                      </w:r>
                      <w:r w:rsidRPr="001C597A">
                        <w:rPr>
                          <w:rFonts w:ascii="Times New Roman" w:hAnsi="Times New Roman" w:cs=".VnTime"/>
                          <w:i/>
                          <w:szCs w:val="24"/>
                        </w:rPr>
                        <w:t>ó</w:t>
                      </w:r>
                      <w:r w:rsidRPr="001C597A">
                        <w:rPr>
                          <w:rFonts w:ascii="Times New Roman" w:hAnsi="Times New Roman"/>
                          <w:i/>
                          <w:szCs w:val="24"/>
                        </w:rPr>
                        <w:t>ng d</w:t>
                      </w:r>
                      <w:r w:rsidRPr="001C597A">
                        <w:rPr>
                          <w:rFonts w:ascii="Times New Roman" w:hAnsi="Times New Roman" w:cs="Calibri"/>
                          <w:i/>
                          <w:szCs w:val="24"/>
                        </w:rPr>
                        <w:t>ấ</w:t>
                      </w:r>
                      <w:r w:rsidRPr="001C597A">
                        <w:rPr>
                          <w:rFonts w:ascii="Times New Roman" w:hAnsi="Times New Roman"/>
                          <w:i/>
                          <w:szCs w:val="24"/>
                        </w:rPr>
                        <w:t>u)</w:t>
                      </w:r>
                    </w:p>
                  </w:txbxContent>
                </v:textbox>
              </v:shape>
            </w:pict>
          </mc:Fallback>
        </mc:AlternateContent>
      </w:r>
      <w:r w:rsidR="001C597A" w:rsidRPr="001C597A">
        <w:rPr>
          <w:rFonts w:ascii="Times New Roman" w:hAnsi="Times New Roman"/>
          <w:sz w:val="24"/>
          <w:szCs w:val="24"/>
        </w:rPr>
        <w:t xml:space="preserve">- </w:t>
      </w:r>
      <w:r w:rsidR="001C597A" w:rsidRPr="001C597A">
        <w:rPr>
          <w:rFonts w:ascii="Times New Roman" w:hAnsi="Times New Roman"/>
          <w:sz w:val="24"/>
          <w:szCs w:val="24"/>
          <w:u w:val="single"/>
        </w:rPr>
        <w:t>Phương thức thanh toán:</w:t>
      </w:r>
      <w:r w:rsidR="001C597A" w:rsidRPr="001C597A">
        <w:rPr>
          <w:rFonts w:ascii="Times New Roman" w:hAnsi="Times New Roman"/>
          <w:sz w:val="24"/>
          <w:szCs w:val="24"/>
        </w:rPr>
        <w:tab/>
      </w:r>
      <w:r w:rsidR="001C597A" w:rsidRPr="001C597A">
        <w:rPr>
          <w:rFonts w:ascii="Times New Roman" w:hAnsi="Times New Roman"/>
          <w:sz w:val="24"/>
          <w:szCs w:val="24"/>
        </w:rPr>
        <w:tab/>
      </w:r>
      <w:r w:rsidR="001C597A" w:rsidRPr="001C597A">
        <w:rPr>
          <w:rFonts w:ascii="Times New Roman" w:hAnsi="Times New Roman"/>
          <w:sz w:val="24"/>
          <w:szCs w:val="24"/>
        </w:rPr>
        <w:tab/>
      </w:r>
      <w:r w:rsidR="001C597A" w:rsidRPr="001C597A">
        <w:rPr>
          <w:rFonts w:ascii="Times New Roman" w:hAnsi="Times New Roman"/>
          <w:sz w:val="24"/>
          <w:szCs w:val="24"/>
        </w:rPr>
        <w:tab/>
      </w:r>
      <w:r w:rsidR="001C597A" w:rsidRPr="001C597A">
        <w:rPr>
          <w:rFonts w:ascii="Times New Roman" w:hAnsi="Times New Roman"/>
          <w:sz w:val="24"/>
          <w:szCs w:val="24"/>
        </w:rPr>
        <w:tab/>
      </w:r>
      <w:r w:rsidR="001C597A" w:rsidRPr="001C597A">
        <w:rPr>
          <w:rFonts w:ascii="Times New Roman" w:hAnsi="Times New Roman"/>
          <w:sz w:val="24"/>
          <w:szCs w:val="24"/>
        </w:rPr>
        <w:tab/>
      </w:r>
      <w:r w:rsidR="001C597A" w:rsidRPr="001C597A">
        <w:rPr>
          <w:rFonts w:ascii="Times New Roman" w:hAnsi="Times New Roman"/>
          <w:sz w:val="24"/>
          <w:szCs w:val="24"/>
        </w:rPr>
        <w:tab/>
        <w:t xml:space="preserve">                </w:t>
      </w:r>
    </w:p>
    <w:p w:rsidR="001C597A" w:rsidRPr="001C597A" w:rsidRDefault="00EA4CEA" w:rsidP="001C597A">
      <w:pPr>
        <w:spacing w:before="60" w:after="0" w:line="312" w:lineRule="auto"/>
        <w:ind w:firstLine="136"/>
        <w:rPr>
          <w:rFonts w:ascii="Times New Roman" w:hAnsi="Times New Roman"/>
          <w:szCs w:val="24"/>
          <w:lang w:val="vi-VN"/>
        </w:rPr>
      </w:pPr>
      <w:r>
        <w:rPr>
          <w:rFonts w:ascii="Times New Roman" w:hAnsi="Times New Roman"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62230</wp:posOffset>
                </wp:positionV>
                <wp:extent cx="127000" cy="146050"/>
                <wp:effectExtent l="0" t="0" r="0" b="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F289F" id="Rectangle 18" o:spid="_x0000_s1026" style="position:absolute;margin-left:-2.45pt;margin-top:4.9pt;width:10pt;height:1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"/>
            </w:pict>
          </mc:Fallback>
        </mc:AlternateContent>
      </w:r>
      <w:r w:rsidR="001C597A" w:rsidRPr="001C597A">
        <w:rPr>
          <w:rFonts w:ascii="Times New Roman" w:hAnsi="Times New Roman"/>
          <w:szCs w:val="24"/>
        </w:rPr>
        <w:t xml:space="preserve">  Tiền mặt </w:t>
      </w:r>
      <w:r w:rsidR="001C597A" w:rsidRPr="001C597A">
        <w:rPr>
          <w:rFonts w:ascii="Times New Roman" w:hAnsi="Times New Roman"/>
          <w:szCs w:val="24"/>
          <w:lang w:val="vi-VN"/>
        </w:rPr>
        <w:t>tại Văn phòng Hiệp hội</w:t>
      </w:r>
    </w:p>
    <w:p w:rsidR="001C597A" w:rsidRPr="001C597A" w:rsidRDefault="00EA4CEA" w:rsidP="001C597A">
      <w:pPr>
        <w:spacing w:before="60" w:after="0"/>
        <w:ind w:firstLine="130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78105</wp:posOffset>
                </wp:positionV>
                <wp:extent cx="120650" cy="137160"/>
                <wp:effectExtent l="0" t="0" r="0" b="0"/>
                <wp:wrapNone/>
                <wp:docPr id="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11E7F" id="Rectangle 17" o:spid="_x0000_s1026" style="position:absolute;margin-left:-1.95pt;margin-top:6.15pt;width:9.5pt;height:1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"/>
            </w:pict>
          </mc:Fallback>
        </mc:AlternateContent>
      </w:r>
      <w:r w:rsidR="001C597A" w:rsidRPr="001C597A">
        <w:rPr>
          <w:rFonts w:ascii="Times New Roman" w:hAnsi="Times New Roman"/>
          <w:szCs w:val="24"/>
        </w:rPr>
        <w:t xml:space="preserve">  Chuyển khoản đến tài khoản </w:t>
      </w:r>
    </w:p>
    <w:p w:rsidR="001C597A" w:rsidRPr="001C597A" w:rsidRDefault="001C597A" w:rsidP="001C597A">
      <w:pPr>
        <w:spacing w:after="0"/>
        <w:ind w:firstLine="284"/>
        <w:rPr>
          <w:rFonts w:ascii="Times New Roman" w:hAnsi="Times New Roman"/>
          <w:szCs w:val="24"/>
        </w:rPr>
      </w:pPr>
      <w:r w:rsidRPr="001C597A">
        <w:rPr>
          <w:rFonts w:ascii="Times New Roman" w:hAnsi="Times New Roman"/>
          <w:szCs w:val="24"/>
        </w:rPr>
        <w:t xml:space="preserve">Hiệp hội Cao su Việt Nam </w:t>
      </w:r>
    </w:p>
    <w:p w:rsidR="001C597A" w:rsidRPr="001C597A" w:rsidRDefault="001C597A" w:rsidP="001C597A">
      <w:pPr>
        <w:spacing w:after="0"/>
        <w:ind w:firstLine="284"/>
        <w:rPr>
          <w:rFonts w:ascii="Times New Roman" w:hAnsi="Times New Roman"/>
          <w:szCs w:val="24"/>
        </w:rPr>
      </w:pPr>
      <w:r w:rsidRPr="001C597A">
        <w:rPr>
          <w:rFonts w:ascii="Times New Roman" w:hAnsi="Times New Roman"/>
          <w:szCs w:val="24"/>
        </w:rPr>
        <w:t xml:space="preserve">Số TK: 007 100 1982933  </w:t>
      </w:r>
    </w:p>
    <w:p w:rsidR="001C597A" w:rsidRPr="001C597A" w:rsidRDefault="001C597A" w:rsidP="001C597A">
      <w:pPr>
        <w:spacing w:after="0"/>
        <w:ind w:firstLine="284"/>
        <w:rPr>
          <w:rFonts w:ascii="Times New Roman" w:hAnsi="Times New Roman"/>
          <w:szCs w:val="24"/>
        </w:rPr>
      </w:pPr>
      <w:r w:rsidRPr="001C597A">
        <w:rPr>
          <w:rFonts w:ascii="Times New Roman" w:hAnsi="Times New Roman"/>
          <w:szCs w:val="24"/>
        </w:rPr>
        <w:t xml:space="preserve">tại Ngân hàng Vietcombank, </w:t>
      </w:r>
    </w:p>
    <w:p w:rsidR="001C597A" w:rsidRDefault="001C597A" w:rsidP="001C597A">
      <w:pPr>
        <w:spacing w:after="0"/>
        <w:ind w:firstLine="284"/>
        <w:rPr>
          <w:rFonts w:ascii="Times New Roman" w:hAnsi="Times New Roman"/>
          <w:szCs w:val="24"/>
        </w:rPr>
      </w:pPr>
      <w:r w:rsidRPr="001C597A">
        <w:rPr>
          <w:rFonts w:ascii="Times New Roman" w:hAnsi="Times New Roman"/>
          <w:szCs w:val="24"/>
        </w:rPr>
        <w:t>chi nhánh Tân Định</w:t>
      </w:r>
    </w:p>
    <w:p w:rsidR="001C597A" w:rsidRPr="001C597A" w:rsidRDefault="001C597A" w:rsidP="001C597A">
      <w:pPr>
        <w:ind w:right="4677" w:firstLine="0"/>
        <w:jc w:val="left"/>
        <w:rPr>
          <w:rFonts w:ascii="Times New Roman" w:hAnsi="Times New Roman"/>
        </w:rPr>
      </w:pPr>
      <w:r w:rsidRPr="001C597A">
        <w:rPr>
          <w:rFonts w:ascii="Times New Roman" w:hAnsi="Times New Roman"/>
          <w:szCs w:val="24"/>
        </w:rPr>
        <w:t xml:space="preserve">- </w:t>
      </w:r>
      <w:r w:rsidRPr="001C597A">
        <w:rPr>
          <w:rFonts w:ascii="Times New Roman" w:hAnsi="Times New Roman"/>
          <w:szCs w:val="24"/>
          <w:u w:val="single"/>
        </w:rPr>
        <w:t>Thời hạn thanh toán</w:t>
      </w:r>
      <w:r w:rsidRPr="001C597A">
        <w:rPr>
          <w:rFonts w:ascii="Times New Roman" w:hAnsi="Times New Roman"/>
          <w:szCs w:val="24"/>
        </w:rPr>
        <w:t>: Trong vòng 0</w:t>
      </w:r>
      <w:r>
        <w:rPr>
          <w:rFonts w:ascii="Times New Roman" w:hAnsi="Times New Roman"/>
          <w:szCs w:val="24"/>
        </w:rPr>
        <w:t>1</w:t>
      </w:r>
      <w:r w:rsidRPr="001C597A">
        <w:rPr>
          <w:rFonts w:ascii="Times New Roman" w:hAnsi="Times New Roman"/>
          <w:szCs w:val="24"/>
        </w:rPr>
        <w:t xml:space="preserve"> ngày làm việc sau khi gửi đăng ký đến Hiệp hội.</w:t>
      </w:r>
    </w:p>
    <w:sectPr w:rsidR="001C597A" w:rsidRPr="001C597A" w:rsidSect="001C597A">
      <w:headerReference w:type="even" r:id="rId8"/>
      <w:headerReference w:type="default" r:id="rId9"/>
      <w:footerReference w:type="first" r:id="rId10"/>
      <w:endnotePr>
        <w:numFmt w:val="decimal"/>
      </w:endnotePr>
      <w:pgSz w:w="11907" w:h="16840" w:code="9"/>
      <w:pgMar w:top="1134" w:right="1134" w:bottom="1134" w:left="1701" w:header="680" w:footer="57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960" w:rsidRDefault="00371960">
      <w:r>
        <w:separator/>
      </w:r>
    </w:p>
  </w:endnote>
  <w:endnote w:type="continuationSeparator" w:id="0">
    <w:p w:rsidR="00371960" w:rsidRDefault="0037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7CF" w:rsidRPr="00F31610" w:rsidRDefault="00F147CF" w:rsidP="00EF6FF4">
    <w:pPr>
      <w:pStyle w:val="Footer"/>
      <w:ind w:firstLine="0"/>
      <w:jc w:val="center"/>
      <w:rPr>
        <w:sz w:val="22"/>
        <w:szCs w:val="22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960" w:rsidRDefault="00371960">
      <w:r>
        <w:separator/>
      </w:r>
    </w:p>
  </w:footnote>
  <w:footnote w:type="continuationSeparator" w:id="0">
    <w:p w:rsidR="00371960" w:rsidRDefault="00371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7CF" w:rsidRDefault="00F147CF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t>4</w:t>
    </w:r>
    <w:r>
      <w:fldChar w:fldCharType="end"/>
    </w:r>
  </w:p>
  <w:p w:rsidR="00F147CF" w:rsidRDefault="00F147CF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7CF" w:rsidRDefault="00F147CF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49514A"/>
    <w:multiLevelType w:val="hybridMultilevel"/>
    <w:tmpl w:val="2A72A4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CA51FA"/>
    <w:multiLevelType w:val="hybridMultilevel"/>
    <w:tmpl w:val="BF8267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B32D51"/>
    <w:multiLevelType w:val="hybridMultilevel"/>
    <w:tmpl w:val="178A8792"/>
    <w:lvl w:ilvl="0" w:tplc="690A46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227"/>
        <w:lvlJc w:val="left"/>
        <w:pPr>
          <w:ind w:left="227" w:hanging="227"/>
        </w:pPr>
        <w:rPr>
          <w:rFonts w:ascii="Times New Roman" w:hAnsi="Times New Roman" w:hint="default"/>
          <w:sz w:val="16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7"/>
    <w:rsid w:val="00000605"/>
    <w:rsid w:val="000419CD"/>
    <w:rsid w:val="000437AD"/>
    <w:rsid w:val="000515A5"/>
    <w:rsid w:val="0007025E"/>
    <w:rsid w:val="000735CF"/>
    <w:rsid w:val="000949B1"/>
    <w:rsid w:val="000A09BE"/>
    <w:rsid w:val="000A3F3A"/>
    <w:rsid w:val="000D32CE"/>
    <w:rsid w:val="000E4D9C"/>
    <w:rsid w:val="0011052B"/>
    <w:rsid w:val="0014254B"/>
    <w:rsid w:val="001C16A4"/>
    <w:rsid w:val="001C27B9"/>
    <w:rsid w:val="001C597A"/>
    <w:rsid w:val="001D7EEB"/>
    <w:rsid w:val="001F3FF2"/>
    <w:rsid w:val="002274D1"/>
    <w:rsid w:val="00230D23"/>
    <w:rsid w:val="0024230F"/>
    <w:rsid w:val="00246999"/>
    <w:rsid w:val="002831A2"/>
    <w:rsid w:val="002A2E77"/>
    <w:rsid w:val="002B1452"/>
    <w:rsid w:val="002B3B9C"/>
    <w:rsid w:val="002C0AD7"/>
    <w:rsid w:val="002D759D"/>
    <w:rsid w:val="0030686B"/>
    <w:rsid w:val="00320EAB"/>
    <w:rsid w:val="0032381C"/>
    <w:rsid w:val="003262F3"/>
    <w:rsid w:val="00342B8B"/>
    <w:rsid w:val="003463C0"/>
    <w:rsid w:val="003514CC"/>
    <w:rsid w:val="00355860"/>
    <w:rsid w:val="00371960"/>
    <w:rsid w:val="003806C3"/>
    <w:rsid w:val="00432384"/>
    <w:rsid w:val="00435618"/>
    <w:rsid w:val="00483B76"/>
    <w:rsid w:val="00496A0B"/>
    <w:rsid w:val="004C7DE5"/>
    <w:rsid w:val="004E215E"/>
    <w:rsid w:val="004F6065"/>
    <w:rsid w:val="004F6242"/>
    <w:rsid w:val="004F63E6"/>
    <w:rsid w:val="00516BE4"/>
    <w:rsid w:val="00516E3B"/>
    <w:rsid w:val="00546DCD"/>
    <w:rsid w:val="0055638E"/>
    <w:rsid w:val="00585A1B"/>
    <w:rsid w:val="0059191A"/>
    <w:rsid w:val="00594B20"/>
    <w:rsid w:val="005C137B"/>
    <w:rsid w:val="005C4C2E"/>
    <w:rsid w:val="005E096B"/>
    <w:rsid w:val="005E1641"/>
    <w:rsid w:val="0065158F"/>
    <w:rsid w:val="006760F1"/>
    <w:rsid w:val="00677004"/>
    <w:rsid w:val="00677AF3"/>
    <w:rsid w:val="006A37B2"/>
    <w:rsid w:val="006C3B03"/>
    <w:rsid w:val="006D25B2"/>
    <w:rsid w:val="006F28D3"/>
    <w:rsid w:val="0071370A"/>
    <w:rsid w:val="00716ED5"/>
    <w:rsid w:val="00717120"/>
    <w:rsid w:val="00721DAE"/>
    <w:rsid w:val="00722CE9"/>
    <w:rsid w:val="00731910"/>
    <w:rsid w:val="00744AB2"/>
    <w:rsid w:val="00767A64"/>
    <w:rsid w:val="007B39CF"/>
    <w:rsid w:val="007C60D6"/>
    <w:rsid w:val="007C6515"/>
    <w:rsid w:val="007F4539"/>
    <w:rsid w:val="0081266C"/>
    <w:rsid w:val="00814B41"/>
    <w:rsid w:val="00835635"/>
    <w:rsid w:val="00846CB5"/>
    <w:rsid w:val="00860006"/>
    <w:rsid w:val="008E3444"/>
    <w:rsid w:val="008F707B"/>
    <w:rsid w:val="00901F5D"/>
    <w:rsid w:val="0090364D"/>
    <w:rsid w:val="00904BB2"/>
    <w:rsid w:val="009061C9"/>
    <w:rsid w:val="00926DAA"/>
    <w:rsid w:val="00941E03"/>
    <w:rsid w:val="009573C6"/>
    <w:rsid w:val="00964CCB"/>
    <w:rsid w:val="009A0931"/>
    <w:rsid w:val="009C2F7B"/>
    <w:rsid w:val="009C723E"/>
    <w:rsid w:val="009D31D1"/>
    <w:rsid w:val="00A520E3"/>
    <w:rsid w:val="00A71DFE"/>
    <w:rsid w:val="00A93CEC"/>
    <w:rsid w:val="00A95812"/>
    <w:rsid w:val="00AB3B86"/>
    <w:rsid w:val="00AF0C7A"/>
    <w:rsid w:val="00B03D89"/>
    <w:rsid w:val="00B127AB"/>
    <w:rsid w:val="00B130F1"/>
    <w:rsid w:val="00B40B79"/>
    <w:rsid w:val="00B464C6"/>
    <w:rsid w:val="00B51522"/>
    <w:rsid w:val="00B57F3C"/>
    <w:rsid w:val="00B64D50"/>
    <w:rsid w:val="00B73CE9"/>
    <w:rsid w:val="00B93774"/>
    <w:rsid w:val="00BC4397"/>
    <w:rsid w:val="00BC604C"/>
    <w:rsid w:val="00BC606F"/>
    <w:rsid w:val="00C27FAF"/>
    <w:rsid w:val="00C320B8"/>
    <w:rsid w:val="00C95000"/>
    <w:rsid w:val="00CB3FE8"/>
    <w:rsid w:val="00CC751B"/>
    <w:rsid w:val="00CD248A"/>
    <w:rsid w:val="00CD75C6"/>
    <w:rsid w:val="00CE0F44"/>
    <w:rsid w:val="00CE50DB"/>
    <w:rsid w:val="00CF53F0"/>
    <w:rsid w:val="00D01960"/>
    <w:rsid w:val="00D177B7"/>
    <w:rsid w:val="00D21000"/>
    <w:rsid w:val="00D36062"/>
    <w:rsid w:val="00D51C9B"/>
    <w:rsid w:val="00D67A1C"/>
    <w:rsid w:val="00D75F60"/>
    <w:rsid w:val="00D77A2F"/>
    <w:rsid w:val="00D810BD"/>
    <w:rsid w:val="00DB2D1A"/>
    <w:rsid w:val="00DE21FB"/>
    <w:rsid w:val="00E254A3"/>
    <w:rsid w:val="00E33D28"/>
    <w:rsid w:val="00E461F0"/>
    <w:rsid w:val="00E52396"/>
    <w:rsid w:val="00E53B46"/>
    <w:rsid w:val="00E54455"/>
    <w:rsid w:val="00E63DEC"/>
    <w:rsid w:val="00E64DCE"/>
    <w:rsid w:val="00EA4CEA"/>
    <w:rsid w:val="00EE1169"/>
    <w:rsid w:val="00EE12E3"/>
    <w:rsid w:val="00EF6FF4"/>
    <w:rsid w:val="00F147CF"/>
    <w:rsid w:val="00F20C44"/>
    <w:rsid w:val="00F2279C"/>
    <w:rsid w:val="00F26B02"/>
    <w:rsid w:val="00F31610"/>
    <w:rsid w:val="00F44750"/>
    <w:rsid w:val="00F44FF0"/>
    <w:rsid w:val="00F45142"/>
    <w:rsid w:val="00F453B1"/>
    <w:rsid w:val="00F563A6"/>
    <w:rsid w:val="00F773EC"/>
    <w:rsid w:val="00F92B1C"/>
    <w:rsid w:val="00FA4F9E"/>
    <w:rsid w:val="00FB34AA"/>
    <w:rsid w:val="00FB5ED8"/>
    <w:rsid w:val="00FE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F64BD5C8-C422-4CDE-B026-B430DC74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after="240"/>
      <w:ind w:firstLine="851"/>
      <w:jc w:val="both"/>
    </w:pPr>
    <w:rPr>
      <w:rFonts w:ascii=".VnTime" w:hAnsi=".VnTime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center" w:pos="7513"/>
      </w:tabs>
      <w:jc w:val="center"/>
      <w:outlineLvl w:val="0"/>
    </w:pPr>
    <w:rPr>
      <w:rFonts w:ascii=".VnTimeH" w:hAnsi=".VnTimeH"/>
      <w:b/>
    </w:rPr>
  </w:style>
  <w:style w:type="paragraph" w:styleId="Heading2">
    <w:name w:val="heading 2"/>
    <w:basedOn w:val="Normal"/>
    <w:next w:val="Normal"/>
    <w:qFormat/>
    <w:pPr>
      <w:keepNext/>
      <w:tabs>
        <w:tab w:val="center" w:pos="7513"/>
      </w:tabs>
      <w:ind w:firstLine="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firstLine="567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spacing w:before="600" w:after="120"/>
      <w:ind w:right="1877" w:firstLine="0"/>
      <w:outlineLvl w:val="3"/>
    </w:pPr>
    <w:rPr>
      <w:b/>
      <w:sz w:val="22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center" w:pos="1701"/>
        <w:tab w:val="center" w:pos="7230"/>
      </w:tabs>
      <w:spacing w:after="0"/>
      <w:ind w:left="-284" w:firstLine="0"/>
      <w:outlineLvl w:val="4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nhsach">
    <w:name w:val="Danhsach"/>
    <w:basedOn w:val="Normal"/>
    <w:pPr>
      <w:widowControl/>
      <w:spacing w:after="0"/>
      <w:ind w:left="964" w:firstLine="284"/>
    </w:pPr>
  </w:style>
  <w:style w:type="paragraph" w:customStyle="1" w:styleId="chucvu">
    <w:name w:val="chucvu"/>
    <w:next w:val="chuky"/>
    <w:pPr>
      <w:keepNext/>
      <w:widowControl w:val="0"/>
      <w:spacing w:before="240"/>
      <w:ind w:left="5670"/>
      <w:jc w:val="center"/>
    </w:pPr>
    <w:rPr>
      <w:rFonts w:ascii=".VnTimeH" w:hAnsi=".VnTimeH"/>
      <w:b/>
      <w:sz w:val="24"/>
      <w:lang w:val="en-US" w:eastAsia="en-US"/>
    </w:rPr>
  </w:style>
  <w:style w:type="paragraph" w:customStyle="1" w:styleId="chuky">
    <w:name w:val="chuky"/>
    <w:pPr>
      <w:widowControl w:val="0"/>
      <w:spacing w:before="1680"/>
      <w:jc w:val="center"/>
    </w:pPr>
    <w:rPr>
      <w:rFonts w:ascii=".VnTime" w:hAnsi=".VnTime"/>
      <w:b/>
      <w:sz w:val="26"/>
      <w:lang w:val="en-US"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  <w:spacing w:after="0"/>
      <w:ind w:firstLine="0"/>
      <w:jc w:val="center"/>
    </w:pPr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01960"/>
    <w:pPr>
      <w:widowControl w:val="0"/>
      <w:spacing w:after="24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viec">
    <w:name w:val="veviec"/>
    <w:pPr>
      <w:ind w:right="5670"/>
      <w:jc w:val="both"/>
    </w:pPr>
    <w:rPr>
      <w:rFonts w:ascii=".VnTime" w:hAnsi=".VnTime"/>
      <w:noProof/>
      <w:sz w:val="24"/>
      <w:lang w:val="en-US" w:eastAsia="en-US"/>
    </w:rPr>
  </w:style>
  <w:style w:type="paragraph" w:customStyle="1" w:styleId="kinhgui">
    <w:name w:val="kinhgui"/>
    <w:next w:val="Normal"/>
    <w:pPr>
      <w:spacing w:before="480" w:after="480"/>
      <w:ind w:left="3839" w:right="1134" w:hanging="1004"/>
    </w:pPr>
    <w:rPr>
      <w:rFonts w:ascii=".VnTime" w:hAnsi=".VnTime"/>
      <w:noProof/>
      <w:sz w:val="24"/>
      <w:lang w:val="en-US" w:eastAsia="en-US"/>
    </w:rPr>
  </w:style>
  <w:style w:type="paragraph" w:customStyle="1" w:styleId="Noinhan">
    <w:name w:val="Noinhan"/>
    <w:basedOn w:val="Normal"/>
    <w:pPr>
      <w:widowControl/>
      <w:spacing w:after="0"/>
      <w:ind w:left="227" w:right="1877" w:hanging="227"/>
      <w:jc w:val="left"/>
    </w:pPr>
    <w:rPr>
      <w:sz w:val="22"/>
    </w:rPr>
  </w:style>
  <w:style w:type="paragraph" w:customStyle="1" w:styleId="PageXofY">
    <w:name w:val="Page X of Y"/>
    <w:rsid w:val="00585A1B"/>
    <w:rPr>
      <w:sz w:val="24"/>
      <w:szCs w:val="24"/>
      <w:lang w:val="en-US" w:eastAsia="ja-JP"/>
    </w:rPr>
  </w:style>
  <w:style w:type="paragraph" w:customStyle="1" w:styleId="Char">
    <w:name w:val="Char"/>
    <w:basedOn w:val="Normal"/>
    <w:rsid w:val="00585A1B"/>
    <w:pPr>
      <w:widowControl/>
      <w:spacing w:after="160" w:line="240" w:lineRule="exact"/>
      <w:ind w:firstLine="0"/>
      <w:jc w:val="left"/>
    </w:pPr>
    <w:rPr>
      <w:rFonts w:ascii="Verdana" w:eastAsia="MS Mincho" w:hAnsi="Verdana"/>
      <w:sz w:val="20"/>
    </w:rPr>
  </w:style>
  <w:style w:type="paragraph" w:customStyle="1" w:styleId="NormalArialNarrow">
    <w:name w:val="Normal + Arial Narrow"/>
    <w:aliases w:val="Black,Justified"/>
    <w:basedOn w:val="Normal"/>
    <w:link w:val="NormalArialNarrowChar"/>
    <w:rsid w:val="00E52396"/>
    <w:pPr>
      <w:widowControl/>
      <w:spacing w:after="0"/>
      <w:ind w:firstLine="0"/>
      <w:jc w:val="left"/>
    </w:pPr>
    <w:rPr>
      <w:rFonts w:ascii="Arial Narrow" w:hAnsi="Arial Narrow"/>
      <w:sz w:val="22"/>
      <w:szCs w:val="22"/>
    </w:rPr>
  </w:style>
  <w:style w:type="character" w:customStyle="1" w:styleId="NormalArialNarrowChar">
    <w:name w:val="Normal + Arial Narrow Char"/>
    <w:aliases w:val="Black Char,Justified Char"/>
    <w:link w:val="NormalArialNarrow"/>
    <w:rsid w:val="00E52396"/>
    <w:rPr>
      <w:rFonts w:ascii="Arial Narrow" w:hAnsi="Arial Narrow"/>
      <w:sz w:val="22"/>
      <w:szCs w:val="22"/>
      <w:lang w:val="en-US" w:eastAsia="en-US" w:bidi="ar-SA"/>
    </w:rPr>
  </w:style>
  <w:style w:type="paragraph" w:customStyle="1" w:styleId="Char0">
    <w:name w:val="Char"/>
    <w:basedOn w:val="Normal"/>
    <w:rsid w:val="00E63DEC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</w:rPr>
  </w:style>
  <w:style w:type="paragraph" w:styleId="NormalWeb">
    <w:name w:val="Normal (Web)"/>
    <w:basedOn w:val="Normal"/>
    <w:rsid w:val="00E63DEC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  <w:lang w:bidi="th-TH"/>
    </w:rPr>
  </w:style>
  <w:style w:type="paragraph" w:styleId="BalloonText">
    <w:name w:val="Balloon Text"/>
    <w:basedOn w:val="Normal"/>
    <w:semiHidden/>
    <w:rsid w:val="00901F5D"/>
    <w:rPr>
      <w:rFonts w:ascii="Tahoma" w:hAnsi="Tahoma" w:cs="Tahoma"/>
      <w:sz w:val="16"/>
      <w:szCs w:val="16"/>
    </w:rPr>
  </w:style>
  <w:style w:type="paragraph" w:customStyle="1" w:styleId="Char1">
    <w:name w:val="Char"/>
    <w:basedOn w:val="Normal"/>
    <w:rsid w:val="001C597A"/>
    <w:pPr>
      <w:widowControl/>
      <w:spacing w:after="160" w:line="240" w:lineRule="exact"/>
      <w:ind w:firstLine="0"/>
      <w:jc w:val="left"/>
    </w:pPr>
    <w:rPr>
      <w:rFonts w:ascii="Verdana" w:eastAsia="MS Mincho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Congv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Congvan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Tæng c«ng ty cao su viÖt nam	Céng hßa x· héi chñ nghÜa viÖt nam</vt:lpstr>
    </vt:vector>
  </TitlesOfParts>
  <Company>GERUCO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Tæng c«ng ty cao su viÖt nam	Céng hßa x· héi chñ nghÜa viÖt nam</dc:title>
  <dc:subject/>
  <dc:creator>HDQT</dc:creator>
  <cp:keywords/>
  <dc:description/>
  <cp:lastModifiedBy>NGUYEN</cp:lastModifiedBy>
  <cp:revision>2</cp:revision>
  <cp:lastPrinted>2017-06-05T01:56:00Z</cp:lastPrinted>
  <dcterms:created xsi:type="dcterms:W3CDTF">2017-06-05T02:02:00Z</dcterms:created>
  <dcterms:modified xsi:type="dcterms:W3CDTF">2017-06-05T02:02:00Z</dcterms:modified>
</cp:coreProperties>
</file>